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numbers 0 to 30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7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Task </w:t>
            </w:r>
            <w:r w:rsidR="002C660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2C6606">
              <w:rPr>
                <w:rFonts w:ascii="Times New Roman" w:hAnsi="Times New Roman" w:cs="Times New Roman"/>
                <w:b/>
                <w:sz w:val="24"/>
                <w:szCs w:val="24"/>
              </w:rPr>
              <w:t>Write Numbers 0-20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(Day </w:t>
            </w:r>
            <w:r w:rsidR="004704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What does a number represent?  How do we use numbers?  How are numbers arranged?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47042F" w:rsidRDefault="00D85633" w:rsidP="00247547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A5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70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7042F" w:rsidRPr="004704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Chicka</w:t>
            </w:r>
            <w:proofErr w:type="spellEnd"/>
            <w:r w:rsidR="0047042F" w:rsidRPr="004704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="0047042F" w:rsidRPr="004704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Chicka</w:t>
            </w:r>
            <w:proofErr w:type="spellEnd"/>
            <w:r w:rsidR="0047042F" w:rsidRPr="004704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1,2,3,</w:t>
            </w:r>
          </w:p>
          <w:p w:rsidR="004B0900" w:rsidRDefault="004B0900" w:rsidP="00247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Colored sand</w:t>
            </w:r>
          </w:p>
          <w:p w:rsidR="004B0900" w:rsidRPr="0067424C" w:rsidRDefault="004B0900" w:rsidP="0024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Tray/ pie pans</w:t>
            </w:r>
            <w:r w:rsidR="0047042F">
              <w:rPr>
                <w:rFonts w:ascii="Times New Roman" w:hAnsi="Times New Roman" w:cs="Times New Roman"/>
                <w:b/>
                <w:sz w:val="24"/>
                <w:szCs w:val="24"/>
              </w:rPr>
              <w:t>, chalk</w:t>
            </w:r>
          </w:p>
        </w:tc>
        <w:tc>
          <w:tcPr>
            <w:tcW w:w="2760" w:type="dxa"/>
            <w:gridSpan w:val="3"/>
          </w:tcPr>
          <w:p w:rsidR="00D85633" w:rsidRDefault="00D85633" w:rsidP="00247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>Tray/pie pan,</w:t>
            </w:r>
          </w:p>
          <w:p w:rsidR="004B0900" w:rsidRDefault="004B0900" w:rsidP="00247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Colored sand, pencil, dotted paper, plain paper</w:t>
            </w:r>
            <w:r w:rsidR="0047042F">
              <w:rPr>
                <w:rFonts w:ascii="Times New Roman" w:hAnsi="Times New Roman" w:cs="Times New Roman"/>
                <w:b/>
                <w:sz w:val="24"/>
                <w:szCs w:val="24"/>
              </w:rPr>
              <w:t>, chalk</w:t>
            </w:r>
            <w:r w:rsidR="006C0155">
              <w:rPr>
                <w:rFonts w:ascii="Times New Roman" w:hAnsi="Times New Roman" w:cs="Times New Roman"/>
                <w:b/>
                <w:sz w:val="24"/>
                <w:szCs w:val="24"/>
              </w:rPr>
              <w:t>, black construction paper</w:t>
            </w:r>
          </w:p>
        </w:tc>
        <w:tc>
          <w:tcPr>
            <w:tcW w:w="5496" w:type="dxa"/>
            <w:gridSpan w:val="2"/>
          </w:tcPr>
          <w:p w:rsidR="00D85633" w:rsidRDefault="009451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674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K.CC.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>1 and K.CC.3   Counting objects and writing numbers 0-20.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252824" w:rsidRDefault="00D85633" w:rsidP="002528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objects to </w:t>
            </w:r>
            <w:r w:rsidR="0047042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528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:rsidR="00D85633" w:rsidRDefault="00252824" w:rsidP="002528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w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rite the numeral that represents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number of items.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0900">
              <w:rPr>
                <w:rFonts w:ascii="Times New Roman" w:hAnsi="Times New Roman" w:cs="Times New Roman"/>
                <w:b/>
                <w:sz w:val="24"/>
                <w:szCs w:val="24"/>
              </w:rPr>
              <w:t>(How will students become cognitively engaged and focused?)</w:t>
            </w:r>
            <w:r w:rsidR="0067424C" w:rsidRP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students will </w:t>
            </w:r>
            <w:r w:rsidR="006C0155">
              <w:rPr>
                <w:rFonts w:ascii="Times New Roman" w:hAnsi="Times New Roman" w:cs="Times New Roman"/>
                <w:b/>
                <w:sz w:val="24"/>
                <w:szCs w:val="24"/>
              </w:rPr>
              <w:t>count along</w:t>
            </w:r>
            <w:r w:rsidR="00470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 the story </w:t>
            </w:r>
            <w:proofErr w:type="spellStart"/>
            <w:r w:rsidR="0047042F" w:rsidRPr="004704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Chicka</w:t>
            </w:r>
            <w:proofErr w:type="spellEnd"/>
            <w:r w:rsidR="0047042F" w:rsidRPr="004704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 </w:t>
            </w:r>
            <w:proofErr w:type="spellStart"/>
            <w:r w:rsidR="0047042F" w:rsidRPr="004704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Chicka</w:t>
            </w:r>
            <w:proofErr w:type="spellEnd"/>
            <w:r w:rsidR="0047042F" w:rsidRPr="004704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1</w:t>
            </w:r>
            <w:proofErr w:type="gramStart"/>
            <w:r w:rsidR="0047042F" w:rsidRPr="004704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,2,3</w:t>
            </w:r>
            <w:proofErr w:type="gramEnd"/>
            <w:r w:rsidR="006C0036" w:rsidRPr="004704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67424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85633" w:rsidRPr="000F4908" w:rsidRDefault="00D85633" w:rsidP="008A5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6C00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5041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="00247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have a 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>tray of colored san</w:t>
            </w:r>
            <w:r w:rsidR="006C0155">
              <w:rPr>
                <w:rFonts w:ascii="Times New Roman" w:hAnsi="Times New Roman" w:cs="Times New Roman"/>
                <w:b/>
                <w:sz w:val="24"/>
                <w:szCs w:val="24"/>
              </w:rPr>
              <w:t>d on document camera.  She will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review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how to correctly make numbers 0</w:t>
            </w:r>
            <w:r w:rsidR="0047042F">
              <w:rPr>
                <w:rFonts w:ascii="Times New Roman" w:hAnsi="Times New Roman" w:cs="Times New Roman"/>
                <w:b/>
                <w:sz w:val="24"/>
                <w:szCs w:val="24"/>
              </w:rPr>
              <w:t>-15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her finger in the sand and then demonstrate how to </w:t>
            </w:r>
            <w:r w:rsidR="0047042F">
              <w:rPr>
                <w:rFonts w:ascii="Times New Roman" w:hAnsi="Times New Roman" w:cs="Times New Roman"/>
                <w:b/>
                <w:sz w:val="24"/>
                <w:szCs w:val="24"/>
              </w:rPr>
              <w:t>correctly make numbers 16-20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546C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0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teacher </w:t>
            </w:r>
            <w:r w:rsidR="00270731">
              <w:rPr>
                <w:rFonts w:ascii="Times New Roman" w:hAnsi="Times New Roman" w:cs="Times New Roman"/>
                <w:b/>
                <w:sz w:val="24"/>
                <w:szCs w:val="24"/>
              </w:rPr>
              <w:t>and students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each have 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>a tray of colored sand.   Together,</w:t>
            </w:r>
            <w:r w:rsidR="00470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they will form the numbers 0-20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 the sand with their finger.</w:t>
            </w:r>
          </w:p>
          <w:p w:rsidR="00AB454B" w:rsidRDefault="00AB454B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6C01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B4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470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ents will write the numbers </w:t>
            </w:r>
            <w:r w:rsidR="006C01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0-15 </w:t>
            </w:r>
            <w:r w:rsidR="0047042F">
              <w:rPr>
                <w:rFonts w:ascii="Times New Roman" w:hAnsi="Times New Roman" w:cs="Times New Roman"/>
                <w:b/>
                <w:sz w:val="24"/>
                <w:szCs w:val="24"/>
              </w:rPr>
              <w:t>with chalk on black construction</w:t>
            </w:r>
            <w:r w:rsidR="006C01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paper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trace on dotted paper the numb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>ers 11-15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F16E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945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>Students will use their fingers to “write” the number the teacher calls out on their table.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9F1806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numbers higher than </w:t>
            </w:r>
            <w:r w:rsidR="006C01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45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51F5" w:rsidRPr="009451F5" w:rsidRDefault="00F16E46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the number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on their own</w:t>
            </w:r>
            <w:proofErr w:type="gramEnd"/>
            <w:r w:rsidR="00945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  <w:gridSpan w:val="3"/>
          </w:tcPr>
          <w:p w:rsidR="005C4CBE" w:rsidRDefault="009451F5" w:rsidP="00F16E4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smaller </w:t>
            </w:r>
            <w:r w:rsidR="009F1806">
              <w:rPr>
                <w:rFonts w:ascii="Times New Roman" w:hAnsi="Times New Roman" w:cs="Times New Roman"/>
                <w:sz w:val="24"/>
                <w:szCs w:val="24"/>
              </w:rPr>
              <w:t xml:space="preserve">number than </w:t>
            </w:r>
            <w:r w:rsidR="006C01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E46" w:rsidRPr="009451F5" w:rsidRDefault="00F16E46" w:rsidP="00F16E4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More tracing practice.</w:t>
            </w:r>
          </w:p>
        </w:tc>
        <w:tc>
          <w:tcPr>
            <w:tcW w:w="3672" w:type="dxa"/>
          </w:tcPr>
          <w:p w:rsidR="005C4CBE" w:rsidRPr="009451F5" w:rsidRDefault="00F16E46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number cards for students to look at</w:t>
            </w:r>
            <w:r w:rsidR="009451F5" w:rsidRPr="00945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observation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paper assessment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00C0619"/>
    <w:multiLevelType w:val="hybridMultilevel"/>
    <w:tmpl w:val="8BEC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C0975"/>
    <w:rsid w:val="000F4908"/>
    <w:rsid w:val="0014140E"/>
    <w:rsid w:val="001F16C1"/>
    <w:rsid w:val="001F5E82"/>
    <w:rsid w:val="00224A5F"/>
    <w:rsid w:val="00247547"/>
    <w:rsid w:val="00252824"/>
    <w:rsid w:val="00270731"/>
    <w:rsid w:val="00274ACD"/>
    <w:rsid w:val="0028190D"/>
    <w:rsid w:val="00285686"/>
    <w:rsid w:val="002B77CB"/>
    <w:rsid w:val="002C6606"/>
    <w:rsid w:val="00312FFF"/>
    <w:rsid w:val="0038033C"/>
    <w:rsid w:val="003A60D1"/>
    <w:rsid w:val="003D7D31"/>
    <w:rsid w:val="0047042F"/>
    <w:rsid w:val="004B0900"/>
    <w:rsid w:val="004B658C"/>
    <w:rsid w:val="0051657B"/>
    <w:rsid w:val="00546CA9"/>
    <w:rsid w:val="00570FB8"/>
    <w:rsid w:val="005B0AFA"/>
    <w:rsid w:val="005C4CBE"/>
    <w:rsid w:val="00622BF9"/>
    <w:rsid w:val="00643719"/>
    <w:rsid w:val="006619C9"/>
    <w:rsid w:val="0067424C"/>
    <w:rsid w:val="006A0ACD"/>
    <w:rsid w:val="006C0036"/>
    <w:rsid w:val="006C0155"/>
    <w:rsid w:val="006D1332"/>
    <w:rsid w:val="007B401D"/>
    <w:rsid w:val="0085449A"/>
    <w:rsid w:val="008A5041"/>
    <w:rsid w:val="008C13D7"/>
    <w:rsid w:val="009451F5"/>
    <w:rsid w:val="009B085C"/>
    <w:rsid w:val="009F1806"/>
    <w:rsid w:val="00A67FA5"/>
    <w:rsid w:val="00AB454B"/>
    <w:rsid w:val="00B51CA8"/>
    <w:rsid w:val="00C6185D"/>
    <w:rsid w:val="00C92D93"/>
    <w:rsid w:val="00CB2DBC"/>
    <w:rsid w:val="00CD5617"/>
    <w:rsid w:val="00D53EDF"/>
    <w:rsid w:val="00D7779B"/>
    <w:rsid w:val="00D85633"/>
    <w:rsid w:val="00D864A2"/>
    <w:rsid w:val="00EA0639"/>
    <w:rsid w:val="00F16E46"/>
    <w:rsid w:val="00F77D89"/>
    <w:rsid w:val="00FE04FF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3293D5-6C7B-4610-A274-BF6EB96F3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47F208C.dotm</Template>
  <TotalTime>2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3</cp:revision>
  <cp:lastPrinted>2012-06-21T16:29:00Z</cp:lastPrinted>
  <dcterms:created xsi:type="dcterms:W3CDTF">2012-06-27T15:58:00Z</dcterms:created>
  <dcterms:modified xsi:type="dcterms:W3CDTF">2012-06-27T15:59:00Z</dcterms:modified>
</cp:coreProperties>
</file>